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55" w:rsidRDefault="002C0F55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C0F55" w:rsidRDefault="002C0F55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C0F55" w:rsidRDefault="002C0F55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C0F55" w:rsidRDefault="002C0F55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C0F55" w:rsidRDefault="002C0F55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C0F55" w:rsidRDefault="002C0F55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C0F55" w:rsidRDefault="002C0F55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C0F55" w:rsidRDefault="002C0F55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2C0F55" w:rsidRDefault="002C0F55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2C0F55" w:rsidRDefault="002C0F55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2C0F55" w:rsidRDefault="002C0F55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C0F55" w:rsidRPr="009C67FF" w:rsidRDefault="002C0F55" w:rsidP="00747AA3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2C0F55" w:rsidRPr="00331D1A" w:rsidRDefault="002C0F55" w:rsidP="00747AA3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III”</w:t>
      </w:r>
    </w:p>
    <w:p w:rsidR="002C0F55" w:rsidRDefault="002C0F55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C0F55" w:rsidRDefault="002C0F55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2C0F55" w:rsidRDefault="002C0F55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2C0F55" w:rsidRDefault="002C0F55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2C0F55" w:rsidRDefault="002C0F55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2C0F55" w:rsidRDefault="002C0F55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2C0F55" w:rsidRPr="0058716D" w:rsidRDefault="002C0F55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2C0F55" w:rsidRPr="00B256A2" w:rsidRDefault="002C0F55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2C0F55" w:rsidRPr="00B256A2" w:rsidRDefault="002C0F55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2C0F55" w:rsidRPr="00B256A2" w:rsidRDefault="002C0F55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2C0F55" w:rsidRPr="00B256A2" w:rsidRDefault="002C0F55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2C0F55" w:rsidRPr="00B256A2" w:rsidRDefault="002C0F55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2C0F55" w:rsidRPr="00B256A2" w:rsidRDefault="002C0F55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2C0F55" w:rsidRPr="00B256A2" w:rsidRDefault="002C0F55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2C0F55" w:rsidRPr="0058716D" w:rsidRDefault="002C0F55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2C0F55" w:rsidRPr="00B256A2" w:rsidRDefault="002C0F55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2C0F55" w:rsidRPr="003970CA" w:rsidRDefault="002C0F55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2C0F55" w:rsidRDefault="002C0F55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2C0F55" w:rsidRPr="003970CA" w:rsidRDefault="002C0F55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2C0F55" w:rsidRPr="003970CA" w:rsidRDefault="002C0F55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C0F55" w:rsidRPr="003970CA" w:rsidRDefault="002C0F55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2C0F55" w:rsidRDefault="002C0F55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C0F55" w:rsidRDefault="002C0F55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C0F55" w:rsidRDefault="002C0F55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0F55" w:rsidRDefault="002C0F55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C0F55" w:rsidRDefault="002C0F55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2C0F55" w:rsidRDefault="002C0F55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C0F55" w:rsidRPr="003970CA" w:rsidRDefault="002C0F55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C0F55" w:rsidRPr="003970CA" w:rsidRDefault="002C0F55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2C0F55" w:rsidRPr="003970CA" w:rsidRDefault="002C0F55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202921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2C0F55" w:rsidRPr="003970CA" w:rsidRDefault="002C0F55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2C0F55" w:rsidRPr="003970CA" w:rsidRDefault="002C0F55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2C0F55" w:rsidRDefault="002C0F55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C0F55" w:rsidRDefault="002C0F55"/>
    <w:sectPr w:rsidR="002C0F55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F55" w:rsidRDefault="002C0F55" w:rsidP="00A8229A">
      <w:pPr>
        <w:spacing w:after="0" w:line="240" w:lineRule="auto"/>
      </w:pPr>
      <w:r>
        <w:separator/>
      </w:r>
    </w:p>
  </w:endnote>
  <w:endnote w:type="continuationSeparator" w:id="0">
    <w:p w:rsidR="002C0F55" w:rsidRDefault="002C0F55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F55" w:rsidRPr="009E0E74" w:rsidRDefault="002C0F55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2C0F55" w:rsidRDefault="002C0F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F55" w:rsidRDefault="002C0F55" w:rsidP="00A8229A">
      <w:pPr>
        <w:spacing w:after="0" w:line="240" w:lineRule="auto"/>
      </w:pPr>
      <w:r>
        <w:separator/>
      </w:r>
    </w:p>
  </w:footnote>
  <w:footnote w:type="continuationSeparator" w:id="0">
    <w:p w:rsidR="002C0F55" w:rsidRDefault="002C0F55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F55" w:rsidRPr="003875C0" w:rsidRDefault="002C0F55" w:rsidP="00A8229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9-III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7F0B"/>
    <w:rsid w:val="00067150"/>
    <w:rsid w:val="000837A3"/>
    <w:rsid w:val="000E7FC7"/>
    <w:rsid w:val="00180F24"/>
    <w:rsid w:val="00187E42"/>
    <w:rsid w:val="001A30B9"/>
    <w:rsid w:val="001B0C00"/>
    <w:rsid w:val="001E400F"/>
    <w:rsid w:val="00202921"/>
    <w:rsid w:val="00272C49"/>
    <w:rsid w:val="002C0F55"/>
    <w:rsid w:val="002C72A5"/>
    <w:rsid w:val="00302945"/>
    <w:rsid w:val="00331D1A"/>
    <w:rsid w:val="003875C0"/>
    <w:rsid w:val="003970CA"/>
    <w:rsid w:val="003D5C62"/>
    <w:rsid w:val="00421035"/>
    <w:rsid w:val="0042675F"/>
    <w:rsid w:val="00434CE9"/>
    <w:rsid w:val="00460B35"/>
    <w:rsid w:val="00484B45"/>
    <w:rsid w:val="00495023"/>
    <w:rsid w:val="004C1087"/>
    <w:rsid w:val="004F3D20"/>
    <w:rsid w:val="00500758"/>
    <w:rsid w:val="00530581"/>
    <w:rsid w:val="00537DCC"/>
    <w:rsid w:val="0058716D"/>
    <w:rsid w:val="005B7576"/>
    <w:rsid w:val="005F1B18"/>
    <w:rsid w:val="005F65E5"/>
    <w:rsid w:val="006F58E8"/>
    <w:rsid w:val="00747AA3"/>
    <w:rsid w:val="007542A8"/>
    <w:rsid w:val="007B4B66"/>
    <w:rsid w:val="007E68BA"/>
    <w:rsid w:val="00954F73"/>
    <w:rsid w:val="009679AB"/>
    <w:rsid w:val="009B35C6"/>
    <w:rsid w:val="009C67FF"/>
    <w:rsid w:val="009E0E74"/>
    <w:rsid w:val="00A36050"/>
    <w:rsid w:val="00A71CB2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1B8D"/>
    <w:rsid w:val="00D07E2E"/>
    <w:rsid w:val="00D5661C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462</Words>
  <Characters>2775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24</cp:revision>
  <cp:lastPrinted>2018-11-19T08:10:00Z</cp:lastPrinted>
  <dcterms:created xsi:type="dcterms:W3CDTF">2018-02-20T07:53:00Z</dcterms:created>
  <dcterms:modified xsi:type="dcterms:W3CDTF">2018-11-19T08:10:00Z</dcterms:modified>
</cp:coreProperties>
</file>